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A8D092" w14:textId="77777777" w:rsidR="00352AA8" w:rsidRPr="00863F2D" w:rsidRDefault="00352AA8" w:rsidP="002D5F5A">
      <w:pPr>
        <w:pStyle w:val="Absenderzeile"/>
        <w:rPr>
          <w:rFonts w:ascii="Candara" w:hAnsi="Candara" w:cstheme="majorHAnsi"/>
        </w:rPr>
      </w:pPr>
    </w:p>
    <w:p w14:paraId="6AE44D76" w14:textId="77777777" w:rsidR="00352AA8" w:rsidRPr="00863F2D" w:rsidRDefault="00352AA8" w:rsidP="002D5F5A">
      <w:pPr>
        <w:pStyle w:val="Absenderzeile"/>
        <w:rPr>
          <w:rFonts w:ascii="Candara" w:hAnsi="Candara" w:cstheme="majorHAnsi"/>
        </w:rPr>
      </w:pPr>
    </w:p>
    <w:p w14:paraId="0972EF7F" w14:textId="0C566EC6" w:rsidR="002D5F5A" w:rsidRPr="00863F2D" w:rsidRDefault="008521AC" w:rsidP="002D5F5A">
      <w:pPr>
        <w:pStyle w:val="Absenderzeile"/>
        <w:rPr>
          <w:rFonts w:ascii="Candara" w:hAnsi="Candara" w:cstheme="majorHAnsi"/>
        </w:rPr>
      </w:pPr>
      <w:r w:rsidRPr="00863F2D">
        <w:rPr>
          <w:rFonts w:ascii="Candara" w:hAnsi="Candara" w:cstheme="majorHAnsi"/>
        </w:rPr>
        <w:t>Förderverein Jonathan Garbely „FVJG“</w:t>
      </w:r>
    </w:p>
    <w:p w14:paraId="68741037" w14:textId="77777777" w:rsidR="003328E7" w:rsidRPr="00863F2D" w:rsidRDefault="003328E7" w:rsidP="009B4FDC">
      <w:pPr>
        <w:rPr>
          <w:rFonts w:ascii="Candara" w:hAnsi="Candara" w:cstheme="majorHAnsi"/>
        </w:rPr>
      </w:pPr>
    </w:p>
    <w:p w14:paraId="479EF1A3" w14:textId="77777777" w:rsidR="003328E7" w:rsidRPr="00863F2D" w:rsidRDefault="003328E7" w:rsidP="009B4FDC">
      <w:pPr>
        <w:rPr>
          <w:rFonts w:ascii="Candara" w:hAnsi="Candara" w:cstheme="majorHAnsi"/>
        </w:rPr>
      </w:pPr>
    </w:p>
    <w:p w14:paraId="37A8C405" w14:textId="77777777" w:rsidR="003328E7" w:rsidRPr="00863F2D" w:rsidRDefault="003328E7" w:rsidP="009B4FDC">
      <w:pPr>
        <w:rPr>
          <w:rFonts w:ascii="Candara" w:hAnsi="Candara" w:cstheme="majorHAnsi"/>
        </w:rPr>
      </w:pPr>
    </w:p>
    <w:p w14:paraId="13911911" w14:textId="0D6B7BC9" w:rsidR="00F20E98" w:rsidRPr="00863F2D" w:rsidRDefault="00F20E98" w:rsidP="009B4FDC">
      <w:pPr>
        <w:rPr>
          <w:rFonts w:ascii="Candara" w:hAnsi="Candara" w:cstheme="majorHAnsi"/>
          <w:sz w:val="24"/>
          <w:szCs w:val="24"/>
        </w:rPr>
      </w:pPr>
      <w:r w:rsidRPr="00863F2D">
        <w:rPr>
          <w:rFonts w:ascii="Candara" w:hAnsi="Candara" w:cstheme="majorHAnsi"/>
          <w:sz w:val="24"/>
          <w:szCs w:val="24"/>
        </w:rPr>
        <w:t xml:space="preserve">Oberkirch, </w:t>
      </w:r>
      <w:r w:rsidR="00F7029F" w:rsidRPr="00863F2D">
        <w:rPr>
          <w:rFonts w:ascii="Candara" w:hAnsi="Candara" w:cstheme="majorHAnsi"/>
          <w:sz w:val="24"/>
          <w:szCs w:val="24"/>
        </w:rPr>
        <w:t>30</w:t>
      </w:r>
      <w:r w:rsidRPr="00863F2D">
        <w:rPr>
          <w:rFonts w:ascii="Candara" w:hAnsi="Candara" w:cstheme="majorHAnsi"/>
          <w:sz w:val="24"/>
          <w:szCs w:val="24"/>
        </w:rPr>
        <w:t xml:space="preserve">. </w:t>
      </w:r>
      <w:r w:rsidR="00F7029F" w:rsidRPr="00863F2D">
        <w:rPr>
          <w:rFonts w:ascii="Candara" w:hAnsi="Candara" w:cstheme="majorHAnsi"/>
          <w:sz w:val="24"/>
          <w:szCs w:val="24"/>
        </w:rPr>
        <w:t>Mai</w:t>
      </w:r>
      <w:r w:rsidRPr="00863F2D">
        <w:rPr>
          <w:rFonts w:ascii="Candara" w:hAnsi="Candara" w:cstheme="majorHAnsi"/>
          <w:sz w:val="24"/>
          <w:szCs w:val="24"/>
        </w:rPr>
        <w:t xml:space="preserve"> 2020</w:t>
      </w:r>
    </w:p>
    <w:p w14:paraId="4191150B" w14:textId="77777777" w:rsidR="008521AC" w:rsidRPr="00863F2D" w:rsidRDefault="008521AC" w:rsidP="009B4FDC">
      <w:pPr>
        <w:rPr>
          <w:rFonts w:ascii="Candara" w:hAnsi="Candara" w:cstheme="majorHAnsi"/>
        </w:rPr>
      </w:pPr>
    </w:p>
    <w:p w14:paraId="6074CA6F" w14:textId="77777777" w:rsidR="003328E7" w:rsidRPr="00863F2D" w:rsidRDefault="003328E7" w:rsidP="009B4FDC">
      <w:pPr>
        <w:rPr>
          <w:rFonts w:ascii="Candara" w:hAnsi="Candara" w:cstheme="majorHAnsi"/>
        </w:rPr>
      </w:pPr>
    </w:p>
    <w:p w14:paraId="7B86DD43" w14:textId="77777777" w:rsidR="003328E7" w:rsidRPr="00863F2D" w:rsidRDefault="003328E7" w:rsidP="009B4FDC">
      <w:pPr>
        <w:rPr>
          <w:rFonts w:ascii="Candara" w:hAnsi="Candara" w:cstheme="majorHAnsi"/>
        </w:rPr>
      </w:pPr>
    </w:p>
    <w:p w14:paraId="75E12A7F" w14:textId="10A360AF" w:rsidR="008521AC" w:rsidRPr="00863F2D" w:rsidRDefault="00D8101D" w:rsidP="005977B1">
      <w:pPr>
        <w:pBdr>
          <w:bottom w:val="single" w:sz="4" w:space="1" w:color="auto"/>
        </w:pBdr>
        <w:rPr>
          <w:rFonts w:ascii="Candara" w:hAnsi="Candara" w:cstheme="majorHAnsi"/>
          <w:sz w:val="28"/>
          <w:szCs w:val="28"/>
        </w:rPr>
      </w:pPr>
      <w:r w:rsidRPr="00863F2D">
        <w:rPr>
          <w:rFonts w:ascii="Candara" w:hAnsi="Candara" w:cstheme="majorHAnsi"/>
          <w:sz w:val="28"/>
          <w:szCs w:val="28"/>
        </w:rPr>
        <w:t xml:space="preserve">Einladung zur Gründungsversammlung Förderverein </w:t>
      </w:r>
      <w:r w:rsidR="003D3CD2" w:rsidRPr="00863F2D">
        <w:rPr>
          <w:rFonts w:ascii="Candara" w:hAnsi="Candara" w:cstheme="majorHAnsi"/>
          <w:sz w:val="28"/>
          <w:szCs w:val="28"/>
        </w:rPr>
        <w:t>Jonathan Garbely „FVJG“</w:t>
      </w:r>
    </w:p>
    <w:p w14:paraId="45528801" w14:textId="77777777" w:rsidR="00AA574E" w:rsidRPr="00863F2D" w:rsidRDefault="00AA574E" w:rsidP="009B4FDC">
      <w:pPr>
        <w:rPr>
          <w:rFonts w:ascii="Candara" w:hAnsi="Candara" w:cstheme="majorHAnsi"/>
          <w:sz w:val="28"/>
          <w:szCs w:val="28"/>
        </w:rPr>
      </w:pPr>
    </w:p>
    <w:p w14:paraId="68AA2B85" w14:textId="7FE7D76E" w:rsidR="00441CFD" w:rsidRPr="00863F2D" w:rsidRDefault="003328E7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863F2D">
        <w:rPr>
          <w:rFonts w:ascii="Candara" w:hAnsi="Candara" w:cstheme="majorHAnsi"/>
          <w:sz w:val="24"/>
          <w:szCs w:val="24"/>
        </w:rPr>
        <w:t>Liebe Freunde, Bekannte und Fans von Jonathan Garbely</w:t>
      </w:r>
    </w:p>
    <w:p w14:paraId="7FE3447A" w14:textId="77777777" w:rsidR="003328E7" w:rsidRPr="00863F2D" w:rsidRDefault="003328E7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</w:p>
    <w:p w14:paraId="0A705FCF" w14:textId="60E386E4" w:rsidR="003328E7" w:rsidRPr="00863F2D" w:rsidRDefault="007C6473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ED2257">
        <w:rPr>
          <w:rFonts w:ascii="Candara" w:hAnsi="Candara" w:cstheme="majorHAnsi"/>
          <w:sz w:val="24"/>
          <w:szCs w:val="24"/>
        </w:rPr>
        <w:t xml:space="preserve">Nachdem wir die Gründungsversammlung wegen des </w:t>
      </w:r>
      <w:proofErr w:type="spellStart"/>
      <w:r w:rsidRPr="00ED2257">
        <w:rPr>
          <w:rFonts w:ascii="Candara" w:hAnsi="Candara" w:cstheme="majorHAnsi"/>
          <w:sz w:val="24"/>
          <w:szCs w:val="24"/>
        </w:rPr>
        <w:t>Coronavirus</w:t>
      </w:r>
      <w:proofErr w:type="spellEnd"/>
      <w:r w:rsidRPr="00ED2257">
        <w:rPr>
          <w:rFonts w:ascii="Candara" w:hAnsi="Candara" w:cstheme="majorHAnsi"/>
          <w:sz w:val="24"/>
          <w:szCs w:val="24"/>
        </w:rPr>
        <w:t xml:space="preserve"> kurzfristig verschieben mussten, laden </w:t>
      </w:r>
      <w:r w:rsidR="003328E7" w:rsidRPr="00ED2257">
        <w:rPr>
          <w:rFonts w:ascii="Candara" w:hAnsi="Candara" w:cstheme="majorHAnsi"/>
          <w:sz w:val="24"/>
          <w:szCs w:val="24"/>
        </w:rPr>
        <w:t xml:space="preserve">wir dich </w:t>
      </w:r>
      <w:r w:rsidRPr="00ED2257">
        <w:rPr>
          <w:rFonts w:ascii="Candara" w:hAnsi="Candara" w:cstheme="majorHAnsi"/>
          <w:sz w:val="24"/>
          <w:szCs w:val="24"/>
        </w:rPr>
        <w:t xml:space="preserve">nun </w:t>
      </w:r>
      <w:r w:rsidR="003328E7" w:rsidRPr="00ED2257">
        <w:rPr>
          <w:rFonts w:ascii="Candara" w:hAnsi="Candara" w:cstheme="majorHAnsi"/>
          <w:sz w:val="24"/>
          <w:szCs w:val="24"/>
        </w:rPr>
        <w:t xml:space="preserve">zur Gründungsversammlung Förderverein Jonathan Garbely </w:t>
      </w:r>
      <w:r w:rsidR="003328E7" w:rsidRPr="00863F2D">
        <w:rPr>
          <w:rFonts w:ascii="Candara" w:hAnsi="Candara" w:cstheme="majorHAnsi"/>
          <w:sz w:val="24"/>
          <w:szCs w:val="24"/>
        </w:rPr>
        <w:t xml:space="preserve">ein. </w:t>
      </w:r>
    </w:p>
    <w:p w14:paraId="29D913B1" w14:textId="77777777" w:rsidR="003328E7" w:rsidRPr="00863F2D" w:rsidRDefault="003328E7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</w:p>
    <w:p w14:paraId="07D5347D" w14:textId="0E2AC392" w:rsidR="003328E7" w:rsidRPr="00863F2D" w:rsidRDefault="00F7029F" w:rsidP="006722C7">
      <w:pPr>
        <w:autoSpaceDE w:val="0"/>
        <w:autoSpaceDN w:val="0"/>
        <w:adjustRightInd w:val="0"/>
        <w:rPr>
          <w:rFonts w:ascii="Candara" w:hAnsi="Candara" w:cstheme="majorHAnsi"/>
          <w:b/>
          <w:sz w:val="24"/>
          <w:szCs w:val="24"/>
        </w:rPr>
      </w:pPr>
      <w:r w:rsidRPr="00863F2D">
        <w:rPr>
          <w:rFonts w:ascii="Candara" w:hAnsi="Candara" w:cstheme="majorHAnsi"/>
          <w:b/>
          <w:sz w:val="24"/>
          <w:szCs w:val="24"/>
        </w:rPr>
        <w:t>Donnerstag, 11</w:t>
      </w:r>
      <w:r w:rsidR="003328E7" w:rsidRPr="00863F2D">
        <w:rPr>
          <w:rFonts w:ascii="Candara" w:hAnsi="Candara" w:cstheme="majorHAnsi"/>
          <w:b/>
          <w:sz w:val="24"/>
          <w:szCs w:val="24"/>
        </w:rPr>
        <w:t>.</w:t>
      </w:r>
      <w:r w:rsidRPr="00863F2D">
        <w:rPr>
          <w:rFonts w:ascii="Candara" w:hAnsi="Candara" w:cstheme="majorHAnsi"/>
          <w:b/>
          <w:sz w:val="24"/>
          <w:szCs w:val="24"/>
        </w:rPr>
        <w:t xml:space="preserve"> Juni</w:t>
      </w:r>
      <w:r w:rsidR="003328E7" w:rsidRPr="00863F2D">
        <w:rPr>
          <w:rFonts w:ascii="Candara" w:hAnsi="Candara" w:cstheme="majorHAnsi"/>
          <w:b/>
          <w:sz w:val="24"/>
          <w:szCs w:val="24"/>
        </w:rPr>
        <w:t xml:space="preserve"> 2020, 19</w:t>
      </w:r>
      <w:r w:rsidR="00582C28" w:rsidRPr="00863F2D">
        <w:rPr>
          <w:rFonts w:ascii="Candara" w:hAnsi="Candara" w:cstheme="majorHAnsi"/>
          <w:b/>
          <w:sz w:val="24"/>
          <w:szCs w:val="24"/>
        </w:rPr>
        <w:t>.</w:t>
      </w:r>
      <w:r w:rsidRPr="00863F2D">
        <w:rPr>
          <w:rFonts w:ascii="Candara" w:hAnsi="Candara" w:cstheme="majorHAnsi"/>
          <w:b/>
          <w:sz w:val="24"/>
          <w:szCs w:val="24"/>
        </w:rPr>
        <w:t>3</w:t>
      </w:r>
      <w:r w:rsidR="003328E7" w:rsidRPr="00863F2D">
        <w:rPr>
          <w:rFonts w:ascii="Candara" w:hAnsi="Candara" w:cstheme="majorHAnsi"/>
          <w:b/>
          <w:sz w:val="24"/>
          <w:szCs w:val="24"/>
        </w:rPr>
        <w:t xml:space="preserve">0 Uhr, </w:t>
      </w:r>
    </w:p>
    <w:p w14:paraId="194B41F4" w14:textId="53DF7869" w:rsidR="003328E7" w:rsidRPr="00863F2D" w:rsidRDefault="00812F1F" w:rsidP="006722C7">
      <w:pPr>
        <w:autoSpaceDE w:val="0"/>
        <w:autoSpaceDN w:val="0"/>
        <w:adjustRightInd w:val="0"/>
        <w:rPr>
          <w:rFonts w:ascii="Candara" w:hAnsi="Candara" w:cstheme="majorHAnsi"/>
          <w:b/>
          <w:sz w:val="24"/>
          <w:szCs w:val="24"/>
        </w:rPr>
      </w:pPr>
      <w:r w:rsidRPr="00863F2D">
        <w:rPr>
          <w:rFonts w:ascii="Candara" w:hAnsi="Candara" w:cstheme="majorHAnsi"/>
          <w:b/>
          <w:sz w:val="24"/>
          <w:szCs w:val="24"/>
        </w:rPr>
        <w:t>Restaurant Oase</w:t>
      </w:r>
      <w:r w:rsidR="00097D79" w:rsidRPr="00863F2D">
        <w:rPr>
          <w:rFonts w:ascii="Candara" w:hAnsi="Candara" w:cstheme="majorHAnsi"/>
          <w:b/>
          <w:sz w:val="24"/>
          <w:szCs w:val="24"/>
        </w:rPr>
        <w:t xml:space="preserve"> </w:t>
      </w:r>
      <w:r w:rsidR="003328E7" w:rsidRPr="00863F2D">
        <w:rPr>
          <w:rFonts w:ascii="Candara" w:hAnsi="Candara" w:cstheme="majorHAnsi"/>
          <w:b/>
          <w:sz w:val="24"/>
          <w:szCs w:val="24"/>
        </w:rPr>
        <w:t>Golfpark Oberkirch</w:t>
      </w:r>
    </w:p>
    <w:p w14:paraId="635486D9" w14:textId="77777777" w:rsidR="00441CFD" w:rsidRPr="00863F2D" w:rsidRDefault="00441CFD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</w:p>
    <w:p w14:paraId="561EEA8E" w14:textId="6EF2BCA0" w:rsidR="003328E7" w:rsidRPr="00863F2D" w:rsidRDefault="003328E7" w:rsidP="006722C7">
      <w:pPr>
        <w:autoSpaceDE w:val="0"/>
        <w:autoSpaceDN w:val="0"/>
        <w:adjustRightInd w:val="0"/>
        <w:rPr>
          <w:rFonts w:ascii="Candara" w:hAnsi="Candara" w:cstheme="majorHAnsi"/>
          <w:b/>
          <w:sz w:val="24"/>
          <w:szCs w:val="24"/>
        </w:rPr>
      </w:pPr>
      <w:r w:rsidRPr="00863F2D">
        <w:rPr>
          <w:rFonts w:ascii="Candara" w:hAnsi="Candara" w:cstheme="majorHAnsi"/>
          <w:b/>
          <w:sz w:val="24"/>
          <w:szCs w:val="24"/>
        </w:rPr>
        <w:t>Traktanden</w:t>
      </w:r>
    </w:p>
    <w:p w14:paraId="3034D479" w14:textId="77777777" w:rsidR="003328E7" w:rsidRPr="008E2982" w:rsidRDefault="003328E7" w:rsidP="006722C7">
      <w:pPr>
        <w:autoSpaceDE w:val="0"/>
        <w:autoSpaceDN w:val="0"/>
        <w:adjustRightInd w:val="0"/>
        <w:rPr>
          <w:rFonts w:ascii="Candara" w:hAnsi="Candara" w:cstheme="majorHAnsi"/>
          <w:sz w:val="16"/>
          <w:szCs w:val="16"/>
        </w:rPr>
      </w:pPr>
    </w:p>
    <w:p w14:paraId="7B19236C" w14:textId="29017290" w:rsidR="003328E7" w:rsidRPr="00863F2D" w:rsidRDefault="003328E7" w:rsidP="003328E7">
      <w:pPr>
        <w:pStyle w:val="Listenabsatz"/>
        <w:numPr>
          <w:ilvl w:val="0"/>
          <w:numId w:val="18"/>
        </w:num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863F2D">
        <w:rPr>
          <w:rFonts w:ascii="Candara" w:hAnsi="Candara" w:cstheme="majorHAnsi"/>
          <w:sz w:val="24"/>
          <w:szCs w:val="24"/>
        </w:rPr>
        <w:t>Begrüssung</w:t>
      </w:r>
    </w:p>
    <w:p w14:paraId="713B3E28" w14:textId="202FDF54" w:rsidR="003328E7" w:rsidRPr="00863F2D" w:rsidRDefault="003328E7" w:rsidP="003328E7">
      <w:pPr>
        <w:pStyle w:val="Listenabsatz"/>
        <w:numPr>
          <w:ilvl w:val="0"/>
          <w:numId w:val="18"/>
        </w:num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863F2D">
        <w:rPr>
          <w:rFonts w:ascii="Candara" w:hAnsi="Candara" w:cstheme="majorHAnsi"/>
          <w:sz w:val="24"/>
          <w:szCs w:val="24"/>
        </w:rPr>
        <w:t>Genehmigung Statuten</w:t>
      </w:r>
    </w:p>
    <w:p w14:paraId="34D5C266" w14:textId="078FA105" w:rsidR="003328E7" w:rsidRPr="00863F2D" w:rsidRDefault="003328E7" w:rsidP="003328E7">
      <w:pPr>
        <w:pStyle w:val="Listenabsatz"/>
        <w:numPr>
          <w:ilvl w:val="0"/>
          <w:numId w:val="18"/>
        </w:num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863F2D">
        <w:rPr>
          <w:rFonts w:ascii="Candara" w:hAnsi="Candara" w:cstheme="majorHAnsi"/>
          <w:sz w:val="24"/>
          <w:szCs w:val="24"/>
        </w:rPr>
        <w:t>Wahlen</w:t>
      </w:r>
    </w:p>
    <w:p w14:paraId="70B26F39" w14:textId="668DB1BE" w:rsidR="003328E7" w:rsidRPr="00863F2D" w:rsidRDefault="003328E7" w:rsidP="003328E7">
      <w:pPr>
        <w:pStyle w:val="Listenabsatz"/>
        <w:numPr>
          <w:ilvl w:val="1"/>
          <w:numId w:val="18"/>
        </w:num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863F2D">
        <w:rPr>
          <w:rFonts w:ascii="Candara" w:hAnsi="Candara" w:cstheme="majorHAnsi"/>
          <w:sz w:val="24"/>
          <w:szCs w:val="24"/>
        </w:rPr>
        <w:t>Präsident</w:t>
      </w:r>
      <w:bookmarkStart w:id="0" w:name="_GoBack"/>
      <w:bookmarkEnd w:id="0"/>
    </w:p>
    <w:p w14:paraId="2E808067" w14:textId="6C19A281" w:rsidR="00582C28" w:rsidRPr="00863F2D" w:rsidRDefault="00582C28" w:rsidP="003328E7">
      <w:pPr>
        <w:pStyle w:val="Listenabsatz"/>
        <w:numPr>
          <w:ilvl w:val="1"/>
          <w:numId w:val="18"/>
        </w:num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863F2D">
        <w:rPr>
          <w:rFonts w:ascii="Candara" w:hAnsi="Candara" w:cstheme="majorHAnsi"/>
          <w:sz w:val="24"/>
          <w:szCs w:val="24"/>
        </w:rPr>
        <w:t>Vize-Präsident/Eventchef</w:t>
      </w:r>
    </w:p>
    <w:p w14:paraId="2B26C104" w14:textId="6EE74495" w:rsidR="003328E7" w:rsidRPr="00863F2D" w:rsidRDefault="00582C28" w:rsidP="003328E7">
      <w:pPr>
        <w:pStyle w:val="Listenabsatz"/>
        <w:numPr>
          <w:ilvl w:val="1"/>
          <w:numId w:val="18"/>
        </w:num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863F2D">
        <w:rPr>
          <w:rFonts w:ascii="Candara" w:hAnsi="Candara" w:cstheme="majorHAnsi"/>
          <w:sz w:val="24"/>
          <w:szCs w:val="24"/>
        </w:rPr>
        <w:t>Kassier</w:t>
      </w:r>
    </w:p>
    <w:p w14:paraId="2044A8EA" w14:textId="11E6B03E" w:rsidR="003328E7" w:rsidRPr="00863F2D" w:rsidRDefault="00582C28" w:rsidP="003328E7">
      <w:pPr>
        <w:pStyle w:val="Listenabsatz"/>
        <w:numPr>
          <w:ilvl w:val="1"/>
          <w:numId w:val="18"/>
        </w:num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863F2D">
        <w:rPr>
          <w:rFonts w:ascii="Candara" w:hAnsi="Candara" w:cstheme="majorHAnsi"/>
          <w:sz w:val="24"/>
          <w:szCs w:val="24"/>
        </w:rPr>
        <w:t>Beisitzer</w:t>
      </w:r>
    </w:p>
    <w:p w14:paraId="6E6F7113" w14:textId="430ECCF1" w:rsidR="003328E7" w:rsidRPr="00863F2D" w:rsidRDefault="003328E7" w:rsidP="003328E7">
      <w:pPr>
        <w:pStyle w:val="Listenabsatz"/>
        <w:numPr>
          <w:ilvl w:val="0"/>
          <w:numId w:val="18"/>
        </w:num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863F2D">
        <w:rPr>
          <w:rFonts w:ascii="Candara" w:hAnsi="Candara" w:cstheme="majorHAnsi"/>
          <w:sz w:val="24"/>
          <w:szCs w:val="24"/>
        </w:rPr>
        <w:t>Revisoren</w:t>
      </w:r>
    </w:p>
    <w:p w14:paraId="66FD5843" w14:textId="3AFC35C6" w:rsidR="003328E7" w:rsidRPr="00863F2D" w:rsidRDefault="003328E7" w:rsidP="003328E7">
      <w:pPr>
        <w:pStyle w:val="Listenabsatz"/>
        <w:numPr>
          <w:ilvl w:val="0"/>
          <w:numId w:val="18"/>
        </w:num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863F2D">
        <w:rPr>
          <w:rFonts w:ascii="Candara" w:hAnsi="Candara" w:cstheme="majorHAnsi"/>
          <w:sz w:val="24"/>
          <w:szCs w:val="24"/>
        </w:rPr>
        <w:t>Verschiedenes</w:t>
      </w:r>
      <w:r w:rsidR="003F266F" w:rsidRPr="00863F2D">
        <w:rPr>
          <w:rFonts w:ascii="Candara" w:hAnsi="Candara" w:cstheme="majorHAnsi"/>
          <w:sz w:val="24"/>
          <w:szCs w:val="24"/>
        </w:rPr>
        <w:t xml:space="preserve"> </w:t>
      </w:r>
    </w:p>
    <w:p w14:paraId="0E70DE46" w14:textId="77777777" w:rsidR="003328E7" w:rsidRPr="00863F2D" w:rsidRDefault="003328E7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</w:p>
    <w:p w14:paraId="78A7D1C8" w14:textId="149A3E05" w:rsidR="003F266F" w:rsidRPr="00863F2D" w:rsidRDefault="00724760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863F2D">
        <w:rPr>
          <w:rFonts w:ascii="Candara" w:hAnsi="Candara" w:cstheme="majorHAnsi"/>
          <w:sz w:val="24"/>
          <w:szCs w:val="24"/>
        </w:rPr>
        <w:t>Anschliessend</w:t>
      </w:r>
      <w:r w:rsidR="003F266F" w:rsidRPr="00863F2D">
        <w:rPr>
          <w:rFonts w:ascii="Candara" w:hAnsi="Candara" w:cstheme="majorHAnsi"/>
          <w:sz w:val="24"/>
          <w:szCs w:val="24"/>
        </w:rPr>
        <w:t xml:space="preserve"> </w:t>
      </w:r>
      <w:r w:rsidR="000B71B4" w:rsidRPr="00863F2D">
        <w:rPr>
          <w:rFonts w:ascii="Candara" w:hAnsi="Candara" w:cstheme="majorHAnsi"/>
          <w:sz w:val="24"/>
          <w:szCs w:val="24"/>
        </w:rPr>
        <w:t xml:space="preserve">geselliger Austausch, so wie </w:t>
      </w:r>
      <w:proofErr w:type="spellStart"/>
      <w:r w:rsidR="000B71B4" w:rsidRPr="00863F2D">
        <w:rPr>
          <w:rFonts w:ascii="Candara" w:hAnsi="Candara" w:cstheme="majorHAnsi"/>
          <w:sz w:val="24"/>
          <w:szCs w:val="24"/>
        </w:rPr>
        <w:t>Covid</w:t>
      </w:r>
      <w:proofErr w:type="spellEnd"/>
      <w:r w:rsidR="000B71B4" w:rsidRPr="00863F2D">
        <w:rPr>
          <w:rFonts w:ascii="Candara" w:hAnsi="Candara" w:cstheme="majorHAnsi"/>
          <w:sz w:val="24"/>
          <w:szCs w:val="24"/>
        </w:rPr>
        <w:t xml:space="preserve"> 19 es erlaubt </w:t>
      </w:r>
      <w:r w:rsidR="000B71B4" w:rsidRPr="00863F2D">
        <w:rPr>
          <w:rFonts w:ascii="Candara" w:hAnsi="Candara" w:cstheme="majorHAnsi"/>
          <w:sz w:val="24"/>
          <w:szCs w:val="24"/>
        </w:rPr>
        <w:sym w:font="Wingdings" w:char="F04A"/>
      </w:r>
    </w:p>
    <w:p w14:paraId="1208EDAA" w14:textId="457A849E" w:rsidR="003F266F" w:rsidRPr="00863F2D" w:rsidRDefault="003F266F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</w:p>
    <w:p w14:paraId="280089F4" w14:textId="77777777" w:rsidR="00C5427D" w:rsidRPr="00863F2D" w:rsidRDefault="00511C34" w:rsidP="006722C7">
      <w:pPr>
        <w:autoSpaceDE w:val="0"/>
        <w:autoSpaceDN w:val="0"/>
        <w:adjustRightInd w:val="0"/>
        <w:rPr>
          <w:rFonts w:ascii="Candara" w:hAnsi="Candara" w:cstheme="majorHAnsi"/>
          <w:b/>
          <w:bCs/>
          <w:sz w:val="24"/>
          <w:szCs w:val="24"/>
        </w:rPr>
      </w:pPr>
      <w:r w:rsidRPr="00863F2D">
        <w:rPr>
          <w:rFonts w:ascii="Candara" w:hAnsi="Candara" w:cstheme="majorHAnsi"/>
          <w:sz w:val="24"/>
          <w:szCs w:val="24"/>
        </w:rPr>
        <w:t xml:space="preserve">Bitte direkte </w:t>
      </w:r>
      <w:r w:rsidRPr="00863F2D">
        <w:rPr>
          <w:rFonts w:ascii="Candara" w:hAnsi="Candara" w:cstheme="majorHAnsi"/>
          <w:b/>
          <w:bCs/>
          <w:sz w:val="24"/>
          <w:szCs w:val="24"/>
        </w:rPr>
        <w:t xml:space="preserve">Anmeldung </w:t>
      </w:r>
      <w:r w:rsidRPr="00863F2D">
        <w:rPr>
          <w:rFonts w:ascii="Candara" w:hAnsi="Candara" w:cstheme="majorHAnsi"/>
          <w:sz w:val="24"/>
          <w:szCs w:val="24"/>
        </w:rPr>
        <w:t>an</w:t>
      </w:r>
      <w:r w:rsidRPr="00863F2D">
        <w:rPr>
          <w:rFonts w:ascii="Candara" w:hAnsi="Candara" w:cstheme="majorHAnsi"/>
          <w:b/>
          <w:bCs/>
          <w:sz w:val="24"/>
          <w:szCs w:val="24"/>
        </w:rPr>
        <w:t xml:space="preserve"> </w:t>
      </w:r>
      <w:proofErr w:type="spellStart"/>
      <w:r w:rsidRPr="00863F2D">
        <w:rPr>
          <w:rFonts w:ascii="Candara" w:hAnsi="Candara" w:cstheme="majorHAnsi"/>
          <w:sz w:val="24"/>
          <w:szCs w:val="24"/>
        </w:rPr>
        <w:t>reto@jonathangarbely@com</w:t>
      </w:r>
      <w:proofErr w:type="spellEnd"/>
      <w:r w:rsidRPr="00863F2D">
        <w:rPr>
          <w:rFonts w:ascii="Candara" w:hAnsi="Candara" w:cstheme="majorHAnsi"/>
          <w:b/>
          <w:bCs/>
          <w:sz w:val="24"/>
          <w:szCs w:val="24"/>
        </w:rPr>
        <w:t xml:space="preserve"> </w:t>
      </w:r>
    </w:p>
    <w:p w14:paraId="083E801D" w14:textId="7B9BD8A9" w:rsidR="00582C28" w:rsidRPr="00863F2D" w:rsidRDefault="00511C34" w:rsidP="006722C7">
      <w:pPr>
        <w:autoSpaceDE w:val="0"/>
        <w:autoSpaceDN w:val="0"/>
        <w:adjustRightInd w:val="0"/>
        <w:rPr>
          <w:rFonts w:ascii="Candara" w:hAnsi="Candara" w:cstheme="majorHAnsi"/>
          <w:b/>
          <w:bCs/>
          <w:sz w:val="24"/>
          <w:szCs w:val="24"/>
        </w:rPr>
      </w:pPr>
      <w:r w:rsidRPr="00863F2D">
        <w:rPr>
          <w:rFonts w:ascii="Candara" w:hAnsi="Candara" w:cstheme="majorHAnsi"/>
          <w:b/>
          <w:bCs/>
          <w:sz w:val="24"/>
          <w:szCs w:val="24"/>
        </w:rPr>
        <w:t xml:space="preserve">bis </w:t>
      </w:r>
      <w:r w:rsidR="00F7029F" w:rsidRPr="00863F2D">
        <w:rPr>
          <w:rFonts w:ascii="Candara" w:hAnsi="Candara" w:cstheme="majorHAnsi"/>
          <w:b/>
          <w:bCs/>
          <w:sz w:val="24"/>
          <w:szCs w:val="24"/>
        </w:rPr>
        <w:t>Montag</w:t>
      </w:r>
      <w:r w:rsidRPr="00863F2D">
        <w:rPr>
          <w:rFonts w:ascii="Candara" w:hAnsi="Candara" w:cstheme="majorHAnsi"/>
          <w:b/>
          <w:bCs/>
          <w:sz w:val="24"/>
          <w:szCs w:val="24"/>
        </w:rPr>
        <w:t xml:space="preserve">, </w:t>
      </w:r>
      <w:r w:rsidR="00F7029F" w:rsidRPr="00863F2D">
        <w:rPr>
          <w:rFonts w:ascii="Candara" w:hAnsi="Candara" w:cstheme="majorHAnsi"/>
          <w:b/>
          <w:bCs/>
          <w:sz w:val="24"/>
          <w:szCs w:val="24"/>
        </w:rPr>
        <w:t xml:space="preserve">8. Juni </w:t>
      </w:r>
      <w:r w:rsidRPr="00863F2D">
        <w:rPr>
          <w:rFonts w:ascii="Candara" w:hAnsi="Candara" w:cstheme="majorHAnsi"/>
          <w:b/>
          <w:bCs/>
          <w:sz w:val="24"/>
          <w:szCs w:val="24"/>
        </w:rPr>
        <w:t>2020</w:t>
      </w:r>
    </w:p>
    <w:p w14:paraId="6F32BB66" w14:textId="77777777" w:rsidR="00511C34" w:rsidRPr="00863F2D" w:rsidRDefault="00511C34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</w:p>
    <w:p w14:paraId="7DF173E7" w14:textId="77777777" w:rsidR="00441CFD" w:rsidRPr="00863F2D" w:rsidRDefault="00441CFD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863F2D">
        <w:rPr>
          <w:rFonts w:ascii="Candara" w:hAnsi="Candara" w:cstheme="majorHAnsi"/>
          <w:sz w:val="24"/>
          <w:szCs w:val="24"/>
        </w:rPr>
        <w:t>Sportliche Grüsse</w:t>
      </w:r>
    </w:p>
    <w:p w14:paraId="6FA13961" w14:textId="77777777" w:rsidR="005977B1" w:rsidRPr="00863F2D" w:rsidRDefault="005977B1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</w:p>
    <w:p w14:paraId="51B11833" w14:textId="4BCAFDE1" w:rsidR="00582C28" w:rsidRPr="00863F2D" w:rsidRDefault="00582C28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863F2D">
        <w:rPr>
          <w:rFonts w:ascii="Candara" w:hAnsi="Candara" w:cstheme="majorHAnsi"/>
          <w:sz w:val="24"/>
          <w:szCs w:val="24"/>
        </w:rPr>
        <w:t>Theddy Christen</w:t>
      </w:r>
    </w:p>
    <w:p w14:paraId="5E291226" w14:textId="77777777" w:rsidR="00441CFD" w:rsidRPr="00863F2D" w:rsidRDefault="00441CFD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</w:p>
    <w:p w14:paraId="10EC72FD" w14:textId="77777777" w:rsidR="00552056" w:rsidRPr="00863F2D" w:rsidRDefault="00724760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863F2D">
        <w:rPr>
          <w:rFonts w:ascii="Candara" w:hAnsi="Candara" w:cstheme="majorHAnsi"/>
          <w:sz w:val="24"/>
          <w:szCs w:val="24"/>
        </w:rPr>
        <w:t>Beilage:</w:t>
      </w:r>
    </w:p>
    <w:p w14:paraId="0F5656CA" w14:textId="1723341A" w:rsidR="006722C7" w:rsidRPr="00863F2D" w:rsidRDefault="00724760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863F2D">
        <w:rPr>
          <w:rFonts w:ascii="Candara" w:hAnsi="Candara" w:cstheme="majorHAnsi"/>
          <w:sz w:val="24"/>
          <w:szCs w:val="24"/>
        </w:rPr>
        <w:t>- Vorschlag Statuten Förderverein Jonathan Garbely „FVJG“</w:t>
      </w:r>
    </w:p>
    <w:sectPr w:rsidR="006722C7" w:rsidRPr="00863F2D" w:rsidSect="005977B1">
      <w:headerReference w:type="first" r:id="rId8"/>
      <w:footerReference w:type="first" r:id="rId9"/>
      <w:pgSz w:w="11906" w:h="16838" w:code="9"/>
      <w:pgMar w:top="1134" w:right="1134" w:bottom="1134" w:left="1134" w:header="0" w:footer="6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2A3F70" w14:textId="77777777" w:rsidR="0090668A" w:rsidRDefault="0090668A" w:rsidP="002D5F5A">
      <w:pPr>
        <w:spacing w:line="240" w:lineRule="auto"/>
      </w:pPr>
      <w:r>
        <w:separator/>
      </w:r>
    </w:p>
  </w:endnote>
  <w:endnote w:type="continuationSeparator" w:id="0">
    <w:p w14:paraId="0D99C97D" w14:textId="77777777" w:rsidR="0090668A" w:rsidRDefault="0090668A" w:rsidP="002D5F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5463B" w14:textId="77777777" w:rsidR="00812F1F" w:rsidRDefault="00812F1F" w:rsidP="008521AC">
    <w:pPr>
      <w:pStyle w:val="Fuzeile"/>
      <w:tabs>
        <w:tab w:val="clear" w:pos="4536"/>
        <w:tab w:val="clear" w:pos="9639"/>
      </w:tabs>
      <w:ind w:right="-5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57D14" w14:textId="77777777" w:rsidR="0090668A" w:rsidRDefault="0090668A" w:rsidP="002D5F5A">
      <w:pPr>
        <w:spacing w:line="240" w:lineRule="auto"/>
      </w:pPr>
      <w:r>
        <w:separator/>
      </w:r>
    </w:p>
  </w:footnote>
  <w:footnote w:type="continuationSeparator" w:id="0">
    <w:p w14:paraId="3FA1839F" w14:textId="77777777" w:rsidR="0090668A" w:rsidRDefault="0090668A" w:rsidP="002D5F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E7174" w14:textId="77777777" w:rsidR="00812F1F" w:rsidRDefault="00812F1F" w:rsidP="00A63BB4">
    <w:pPr>
      <w:pStyle w:val="Kopfzeile"/>
      <w:ind w:left="-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F4A1D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23083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6F6E3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99A27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E2A5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3035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62CF1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68A6B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33862A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E0C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743B5"/>
    <w:multiLevelType w:val="multilevel"/>
    <w:tmpl w:val="D46E1E92"/>
    <w:styleLink w:val="Aufzhlung"/>
    <w:lvl w:ilvl="0">
      <w:start w:val="1"/>
      <w:numFmt w:val="bullet"/>
      <w:pStyle w:val="Aufzhlungszeichen"/>
      <w:lvlText w:val="·"/>
      <w:lvlJc w:val="left"/>
      <w:pPr>
        <w:ind w:left="425" w:hanging="425"/>
      </w:pPr>
      <w:rPr>
        <w:rFonts w:ascii="Symbol" w:hAnsi="Symbol" w:hint="default"/>
        <w:color w:val="auto"/>
      </w:rPr>
    </w:lvl>
    <w:lvl w:ilvl="1">
      <w:start w:val="1"/>
      <w:numFmt w:val="bullet"/>
      <w:pStyle w:val="Aufzhlungszeichen2"/>
      <w:lvlText w:val="·"/>
      <w:lvlJc w:val="left"/>
      <w:pPr>
        <w:ind w:left="851" w:hanging="426"/>
      </w:pPr>
      <w:rPr>
        <w:rFonts w:ascii="Symbol" w:hAnsi="Symbol" w:hint="default"/>
        <w:color w:val="auto"/>
      </w:rPr>
    </w:lvl>
    <w:lvl w:ilvl="2">
      <w:start w:val="1"/>
      <w:numFmt w:val="bullet"/>
      <w:pStyle w:val="Aufzhlungszeichen3"/>
      <w:lvlText w:val="·"/>
      <w:lvlJc w:val="left"/>
      <w:pPr>
        <w:ind w:left="1276" w:hanging="425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EEA07E1"/>
    <w:multiLevelType w:val="hybridMultilevel"/>
    <w:tmpl w:val="EA86DA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461E7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8057126"/>
    <w:multiLevelType w:val="hybridMultilevel"/>
    <w:tmpl w:val="F48088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994D8F"/>
    <w:multiLevelType w:val="hybridMultilevel"/>
    <w:tmpl w:val="5CEC509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617A80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5"/>
  </w:num>
  <w:num w:numId="2">
    <w:abstractNumId w:val="1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pStyle w:val="Aufzhlungszeichen"/>
        <w:lvlText w:val="·"/>
        <w:lvlJc w:val="left"/>
        <w:pPr>
          <w:ind w:left="425" w:hanging="425"/>
        </w:pPr>
        <w:rPr>
          <w:rFonts w:ascii="Symbol" w:hAnsi="Symbol" w:hint="default"/>
          <w:color w:val="auto"/>
        </w:rPr>
      </w:lvl>
    </w:lvlOverride>
  </w:num>
  <w:num w:numId="15">
    <w:abstractNumId w:val="10"/>
  </w:num>
  <w:num w:numId="16">
    <w:abstractNumId w:val="14"/>
  </w:num>
  <w:num w:numId="17">
    <w:abstractNumId w:val="1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82D"/>
    <w:rsid w:val="00007E43"/>
    <w:rsid w:val="00013CAB"/>
    <w:rsid w:val="00014EC4"/>
    <w:rsid w:val="000176D0"/>
    <w:rsid w:val="000207DA"/>
    <w:rsid w:val="00022DCF"/>
    <w:rsid w:val="00024BEB"/>
    <w:rsid w:val="0002727F"/>
    <w:rsid w:val="00040487"/>
    <w:rsid w:val="000421A8"/>
    <w:rsid w:val="00043AE3"/>
    <w:rsid w:val="00054AEB"/>
    <w:rsid w:val="0005647D"/>
    <w:rsid w:val="000635B6"/>
    <w:rsid w:val="000700D9"/>
    <w:rsid w:val="0007489D"/>
    <w:rsid w:val="00080178"/>
    <w:rsid w:val="00090879"/>
    <w:rsid w:val="00093197"/>
    <w:rsid w:val="00094326"/>
    <w:rsid w:val="00097D79"/>
    <w:rsid w:val="000A22C1"/>
    <w:rsid w:val="000A31AB"/>
    <w:rsid w:val="000B6D49"/>
    <w:rsid w:val="000B71B4"/>
    <w:rsid w:val="000C0200"/>
    <w:rsid w:val="000C23E9"/>
    <w:rsid w:val="000C4149"/>
    <w:rsid w:val="000C6556"/>
    <w:rsid w:val="000D6516"/>
    <w:rsid w:val="000E0008"/>
    <w:rsid w:val="000E44CF"/>
    <w:rsid w:val="001005ED"/>
    <w:rsid w:val="001150A4"/>
    <w:rsid w:val="0012147B"/>
    <w:rsid w:val="00127401"/>
    <w:rsid w:val="00132DD9"/>
    <w:rsid w:val="00175327"/>
    <w:rsid w:val="00175398"/>
    <w:rsid w:val="00194512"/>
    <w:rsid w:val="001A0009"/>
    <w:rsid w:val="001B2061"/>
    <w:rsid w:val="001C1693"/>
    <w:rsid w:val="001C5ED2"/>
    <w:rsid w:val="001D37B4"/>
    <w:rsid w:val="001D483B"/>
    <w:rsid w:val="001D5636"/>
    <w:rsid w:val="001E0B03"/>
    <w:rsid w:val="001E7E92"/>
    <w:rsid w:val="001F34F4"/>
    <w:rsid w:val="002000D0"/>
    <w:rsid w:val="0021227B"/>
    <w:rsid w:val="00222C39"/>
    <w:rsid w:val="00225CAC"/>
    <w:rsid w:val="00227380"/>
    <w:rsid w:val="00232176"/>
    <w:rsid w:val="00240C7C"/>
    <w:rsid w:val="002444C4"/>
    <w:rsid w:val="0025147D"/>
    <w:rsid w:val="00260E3B"/>
    <w:rsid w:val="00262303"/>
    <w:rsid w:val="00267E08"/>
    <w:rsid w:val="00283076"/>
    <w:rsid w:val="00285587"/>
    <w:rsid w:val="002962EA"/>
    <w:rsid w:val="00296562"/>
    <w:rsid w:val="002B12BE"/>
    <w:rsid w:val="002B5838"/>
    <w:rsid w:val="002C2B77"/>
    <w:rsid w:val="002C2BE9"/>
    <w:rsid w:val="002D3662"/>
    <w:rsid w:val="002D5F5A"/>
    <w:rsid w:val="002E3B80"/>
    <w:rsid w:val="002F1BAD"/>
    <w:rsid w:val="002F48A9"/>
    <w:rsid w:val="002F48CC"/>
    <w:rsid w:val="003001D2"/>
    <w:rsid w:val="00302783"/>
    <w:rsid w:val="00304BC9"/>
    <w:rsid w:val="003075BD"/>
    <w:rsid w:val="00310466"/>
    <w:rsid w:val="003128C8"/>
    <w:rsid w:val="00320662"/>
    <w:rsid w:val="003328E7"/>
    <w:rsid w:val="00335378"/>
    <w:rsid w:val="0033704C"/>
    <w:rsid w:val="003370AC"/>
    <w:rsid w:val="003419F4"/>
    <w:rsid w:val="00350BCF"/>
    <w:rsid w:val="00352AA8"/>
    <w:rsid w:val="00353E18"/>
    <w:rsid w:val="00363259"/>
    <w:rsid w:val="00363BB7"/>
    <w:rsid w:val="00365453"/>
    <w:rsid w:val="00365B24"/>
    <w:rsid w:val="00371D30"/>
    <w:rsid w:val="00372650"/>
    <w:rsid w:val="00394F02"/>
    <w:rsid w:val="003A31BA"/>
    <w:rsid w:val="003B481A"/>
    <w:rsid w:val="003D0363"/>
    <w:rsid w:val="003D3CD2"/>
    <w:rsid w:val="003D3E67"/>
    <w:rsid w:val="003D41F9"/>
    <w:rsid w:val="003E27C8"/>
    <w:rsid w:val="003E3459"/>
    <w:rsid w:val="003F1ED3"/>
    <w:rsid w:val="003F2002"/>
    <w:rsid w:val="003F266F"/>
    <w:rsid w:val="003F7A77"/>
    <w:rsid w:val="00401581"/>
    <w:rsid w:val="00406641"/>
    <w:rsid w:val="004174F3"/>
    <w:rsid w:val="00417CE2"/>
    <w:rsid w:val="00441425"/>
    <w:rsid w:val="00441CFD"/>
    <w:rsid w:val="0045788A"/>
    <w:rsid w:val="00457C6D"/>
    <w:rsid w:val="0046522D"/>
    <w:rsid w:val="00466A59"/>
    <w:rsid w:val="00472C7C"/>
    <w:rsid w:val="00473804"/>
    <w:rsid w:val="00493BD0"/>
    <w:rsid w:val="00495901"/>
    <w:rsid w:val="004A1626"/>
    <w:rsid w:val="004A1F57"/>
    <w:rsid w:val="004A7087"/>
    <w:rsid w:val="004B3398"/>
    <w:rsid w:val="004C0112"/>
    <w:rsid w:val="004C4F83"/>
    <w:rsid w:val="004C63CA"/>
    <w:rsid w:val="004D1AE4"/>
    <w:rsid w:val="004D4E17"/>
    <w:rsid w:val="004E429A"/>
    <w:rsid w:val="004E739B"/>
    <w:rsid w:val="004F2B17"/>
    <w:rsid w:val="004F3004"/>
    <w:rsid w:val="004F3D33"/>
    <w:rsid w:val="00501E78"/>
    <w:rsid w:val="00502C86"/>
    <w:rsid w:val="00503E91"/>
    <w:rsid w:val="00504AB5"/>
    <w:rsid w:val="00511C34"/>
    <w:rsid w:val="00514E69"/>
    <w:rsid w:val="0051571D"/>
    <w:rsid w:val="0052202A"/>
    <w:rsid w:val="00527979"/>
    <w:rsid w:val="0054257D"/>
    <w:rsid w:val="00545CCF"/>
    <w:rsid w:val="0055106D"/>
    <w:rsid w:val="005513FC"/>
    <w:rsid w:val="00552056"/>
    <w:rsid w:val="005562C9"/>
    <w:rsid w:val="005605E1"/>
    <w:rsid w:val="00582C28"/>
    <w:rsid w:val="005870B2"/>
    <w:rsid w:val="0059111D"/>
    <w:rsid w:val="005934DB"/>
    <w:rsid w:val="005977B1"/>
    <w:rsid w:val="005979EA"/>
    <w:rsid w:val="005A04B5"/>
    <w:rsid w:val="005A200B"/>
    <w:rsid w:val="005A35E7"/>
    <w:rsid w:val="005A6E90"/>
    <w:rsid w:val="005A7EF0"/>
    <w:rsid w:val="005D0A17"/>
    <w:rsid w:val="005D65D0"/>
    <w:rsid w:val="005D668D"/>
    <w:rsid w:val="005E2E8C"/>
    <w:rsid w:val="005E4C31"/>
    <w:rsid w:val="005F22C1"/>
    <w:rsid w:val="005F7FAD"/>
    <w:rsid w:val="006003FB"/>
    <w:rsid w:val="006021CC"/>
    <w:rsid w:val="0060340D"/>
    <w:rsid w:val="00607BD6"/>
    <w:rsid w:val="00607EC9"/>
    <w:rsid w:val="00615006"/>
    <w:rsid w:val="00616268"/>
    <w:rsid w:val="00623C8F"/>
    <w:rsid w:val="00626058"/>
    <w:rsid w:val="00633173"/>
    <w:rsid w:val="00636AAB"/>
    <w:rsid w:val="006407B7"/>
    <w:rsid w:val="0066030D"/>
    <w:rsid w:val="006625C3"/>
    <w:rsid w:val="0066388C"/>
    <w:rsid w:val="00666B7E"/>
    <w:rsid w:val="006722C7"/>
    <w:rsid w:val="006736DB"/>
    <w:rsid w:val="00674929"/>
    <w:rsid w:val="00675422"/>
    <w:rsid w:val="00687218"/>
    <w:rsid w:val="006A618D"/>
    <w:rsid w:val="006B54D4"/>
    <w:rsid w:val="006C1962"/>
    <w:rsid w:val="006C40CE"/>
    <w:rsid w:val="006E27D0"/>
    <w:rsid w:val="006E3B31"/>
    <w:rsid w:val="006E741D"/>
    <w:rsid w:val="006F2062"/>
    <w:rsid w:val="006F2497"/>
    <w:rsid w:val="00700F33"/>
    <w:rsid w:val="007102A5"/>
    <w:rsid w:val="007174CA"/>
    <w:rsid w:val="0072077C"/>
    <w:rsid w:val="00724760"/>
    <w:rsid w:val="00726A6B"/>
    <w:rsid w:val="00727438"/>
    <w:rsid w:val="0073117C"/>
    <w:rsid w:val="00732B87"/>
    <w:rsid w:val="007355EE"/>
    <w:rsid w:val="007462AF"/>
    <w:rsid w:val="007465F3"/>
    <w:rsid w:val="00750DC2"/>
    <w:rsid w:val="0075388D"/>
    <w:rsid w:val="00762B24"/>
    <w:rsid w:val="00772CBD"/>
    <w:rsid w:val="00776529"/>
    <w:rsid w:val="007814CC"/>
    <w:rsid w:val="007A344D"/>
    <w:rsid w:val="007A5A80"/>
    <w:rsid w:val="007C6473"/>
    <w:rsid w:val="007D7158"/>
    <w:rsid w:val="007E7A8A"/>
    <w:rsid w:val="007F0739"/>
    <w:rsid w:val="007F082D"/>
    <w:rsid w:val="00800904"/>
    <w:rsid w:val="008074B8"/>
    <w:rsid w:val="008109A9"/>
    <w:rsid w:val="00812F1F"/>
    <w:rsid w:val="00842E44"/>
    <w:rsid w:val="008521AC"/>
    <w:rsid w:val="00863F2D"/>
    <w:rsid w:val="0086458B"/>
    <w:rsid w:val="00866777"/>
    <w:rsid w:val="008841DC"/>
    <w:rsid w:val="008867CC"/>
    <w:rsid w:val="00887CBE"/>
    <w:rsid w:val="00892E3C"/>
    <w:rsid w:val="008935B1"/>
    <w:rsid w:val="00893C3D"/>
    <w:rsid w:val="008A1075"/>
    <w:rsid w:val="008A2095"/>
    <w:rsid w:val="008A7088"/>
    <w:rsid w:val="008A745C"/>
    <w:rsid w:val="008B02C4"/>
    <w:rsid w:val="008B045D"/>
    <w:rsid w:val="008C77F1"/>
    <w:rsid w:val="008E2982"/>
    <w:rsid w:val="008E2FAD"/>
    <w:rsid w:val="008F1A11"/>
    <w:rsid w:val="008F380A"/>
    <w:rsid w:val="008F3A9D"/>
    <w:rsid w:val="00900203"/>
    <w:rsid w:val="00904719"/>
    <w:rsid w:val="0090668A"/>
    <w:rsid w:val="00906DB5"/>
    <w:rsid w:val="0091244E"/>
    <w:rsid w:val="00921FD0"/>
    <w:rsid w:val="00923736"/>
    <w:rsid w:val="009240A6"/>
    <w:rsid w:val="00927A5B"/>
    <w:rsid w:val="00944400"/>
    <w:rsid w:val="009534B8"/>
    <w:rsid w:val="00954F6B"/>
    <w:rsid w:val="00955BE0"/>
    <w:rsid w:val="00963DFE"/>
    <w:rsid w:val="009647AC"/>
    <w:rsid w:val="00966EAE"/>
    <w:rsid w:val="00971F11"/>
    <w:rsid w:val="00973DBC"/>
    <w:rsid w:val="00977C4F"/>
    <w:rsid w:val="00977E35"/>
    <w:rsid w:val="00982090"/>
    <w:rsid w:val="009A52FF"/>
    <w:rsid w:val="009B19CC"/>
    <w:rsid w:val="009B28CD"/>
    <w:rsid w:val="009B4F72"/>
    <w:rsid w:val="009B4FDC"/>
    <w:rsid w:val="009C0475"/>
    <w:rsid w:val="009C5ADA"/>
    <w:rsid w:val="009C7B36"/>
    <w:rsid w:val="009D094C"/>
    <w:rsid w:val="009E3A51"/>
    <w:rsid w:val="009E59A7"/>
    <w:rsid w:val="009F397A"/>
    <w:rsid w:val="00A00A0C"/>
    <w:rsid w:val="00A01DF1"/>
    <w:rsid w:val="00A03378"/>
    <w:rsid w:val="00A118F4"/>
    <w:rsid w:val="00A214B3"/>
    <w:rsid w:val="00A240FA"/>
    <w:rsid w:val="00A274DC"/>
    <w:rsid w:val="00A27B44"/>
    <w:rsid w:val="00A30E14"/>
    <w:rsid w:val="00A36776"/>
    <w:rsid w:val="00A434E9"/>
    <w:rsid w:val="00A551B0"/>
    <w:rsid w:val="00A5633E"/>
    <w:rsid w:val="00A576A9"/>
    <w:rsid w:val="00A57E18"/>
    <w:rsid w:val="00A61B7C"/>
    <w:rsid w:val="00A63989"/>
    <w:rsid w:val="00A63BB4"/>
    <w:rsid w:val="00A6400E"/>
    <w:rsid w:val="00A655DD"/>
    <w:rsid w:val="00A670F3"/>
    <w:rsid w:val="00A75E5A"/>
    <w:rsid w:val="00A86BC9"/>
    <w:rsid w:val="00A95F04"/>
    <w:rsid w:val="00A962A7"/>
    <w:rsid w:val="00A97C4D"/>
    <w:rsid w:val="00AA2D44"/>
    <w:rsid w:val="00AA574E"/>
    <w:rsid w:val="00AB1D25"/>
    <w:rsid w:val="00AB34A8"/>
    <w:rsid w:val="00AE3F1B"/>
    <w:rsid w:val="00AE46EE"/>
    <w:rsid w:val="00AE5761"/>
    <w:rsid w:val="00AF22D3"/>
    <w:rsid w:val="00AF2E5A"/>
    <w:rsid w:val="00B009B9"/>
    <w:rsid w:val="00B120A8"/>
    <w:rsid w:val="00B149D1"/>
    <w:rsid w:val="00B16002"/>
    <w:rsid w:val="00B16B0A"/>
    <w:rsid w:val="00B27530"/>
    <w:rsid w:val="00B45963"/>
    <w:rsid w:val="00B4602B"/>
    <w:rsid w:val="00B62DAD"/>
    <w:rsid w:val="00B6303D"/>
    <w:rsid w:val="00B70F12"/>
    <w:rsid w:val="00B741E2"/>
    <w:rsid w:val="00B84BE9"/>
    <w:rsid w:val="00B97277"/>
    <w:rsid w:val="00BB0F1E"/>
    <w:rsid w:val="00BB5DCA"/>
    <w:rsid w:val="00BC7ED3"/>
    <w:rsid w:val="00BD1381"/>
    <w:rsid w:val="00BD35E0"/>
    <w:rsid w:val="00BD5E18"/>
    <w:rsid w:val="00BF4865"/>
    <w:rsid w:val="00C03C39"/>
    <w:rsid w:val="00C06E41"/>
    <w:rsid w:val="00C240BD"/>
    <w:rsid w:val="00C25A74"/>
    <w:rsid w:val="00C338C6"/>
    <w:rsid w:val="00C40294"/>
    <w:rsid w:val="00C50DD7"/>
    <w:rsid w:val="00C5427D"/>
    <w:rsid w:val="00C544AB"/>
    <w:rsid w:val="00C671C9"/>
    <w:rsid w:val="00C75E60"/>
    <w:rsid w:val="00C7601E"/>
    <w:rsid w:val="00C846D1"/>
    <w:rsid w:val="00C967A5"/>
    <w:rsid w:val="00CA56D3"/>
    <w:rsid w:val="00CA78D0"/>
    <w:rsid w:val="00CB2BB1"/>
    <w:rsid w:val="00CB3583"/>
    <w:rsid w:val="00CC68E0"/>
    <w:rsid w:val="00CE018B"/>
    <w:rsid w:val="00CE0416"/>
    <w:rsid w:val="00CE130D"/>
    <w:rsid w:val="00CE313F"/>
    <w:rsid w:val="00CE7703"/>
    <w:rsid w:val="00CF0471"/>
    <w:rsid w:val="00CF4F50"/>
    <w:rsid w:val="00D0072A"/>
    <w:rsid w:val="00D15B69"/>
    <w:rsid w:val="00D2333F"/>
    <w:rsid w:val="00D240BC"/>
    <w:rsid w:val="00D24554"/>
    <w:rsid w:val="00D41BD6"/>
    <w:rsid w:val="00D46624"/>
    <w:rsid w:val="00D71966"/>
    <w:rsid w:val="00D720C3"/>
    <w:rsid w:val="00D77C03"/>
    <w:rsid w:val="00D8101D"/>
    <w:rsid w:val="00D87AEA"/>
    <w:rsid w:val="00D90127"/>
    <w:rsid w:val="00D91A45"/>
    <w:rsid w:val="00D922AF"/>
    <w:rsid w:val="00D92B9F"/>
    <w:rsid w:val="00DA15AE"/>
    <w:rsid w:val="00DA2B21"/>
    <w:rsid w:val="00DA490F"/>
    <w:rsid w:val="00DA585F"/>
    <w:rsid w:val="00DC40D9"/>
    <w:rsid w:val="00DC50D3"/>
    <w:rsid w:val="00DC739A"/>
    <w:rsid w:val="00DD2EFD"/>
    <w:rsid w:val="00DE5332"/>
    <w:rsid w:val="00DF67BE"/>
    <w:rsid w:val="00E01E91"/>
    <w:rsid w:val="00E030FF"/>
    <w:rsid w:val="00E0416A"/>
    <w:rsid w:val="00E23FE6"/>
    <w:rsid w:val="00E33343"/>
    <w:rsid w:val="00E41167"/>
    <w:rsid w:val="00E436AD"/>
    <w:rsid w:val="00E45DC8"/>
    <w:rsid w:val="00E62915"/>
    <w:rsid w:val="00E62F15"/>
    <w:rsid w:val="00E70827"/>
    <w:rsid w:val="00E74374"/>
    <w:rsid w:val="00E9425A"/>
    <w:rsid w:val="00EA7639"/>
    <w:rsid w:val="00EB31AB"/>
    <w:rsid w:val="00ED2257"/>
    <w:rsid w:val="00EE00FD"/>
    <w:rsid w:val="00EE1231"/>
    <w:rsid w:val="00EE757A"/>
    <w:rsid w:val="00F00EBB"/>
    <w:rsid w:val="00F138CA"/>
    <w:rsid w:val="00F16D0D"/>
    <w:rsid w:val="00F20E98"/>
    <w:rsid w:val="00F34587"/>
    <w:rsid w:val="00F34916"/>
    <w:rsid w:val="00F436F0"/>
    <w:rsid w:val="00F4428A"/>
    <w:rsid w:val="00F54105"/>
    <w:rsid w:val="00F63233"/>
    <w:rsid w:val="00F65DE5"/>
    <w:rsid w:val="00F66F9E"/>
    <w:rsid w:val="00F7029F"/>
    <w:rsid w:val="00F753A8"/>
    <w:rsid w:val="00F775A9"/>
    <w:rsid w:val="00F908D6"/>
    <w:rsid w:val="00FA2642"/>
    <w:rsid w:val="00FB1CA5"/>
    <w:rsid w:val="00FC4EDC"/>
    <w:rsid w:val="00FD0B5A"/>
    <w:rsid w:val="00FD284A"/>
    <w:rsid w:val="00FD29AF"/>
    <w:rsid w:val="00FD4C66"/>
    <w:rsid w:val="00FE43BB"/>
    <w:rsid w:val="00FE5A5F"/>
    <w:rsid w:val="00FF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484DF2A"/>
  <w15:docId w15:val="{3F6A8437-D6F3-4EEF-B6E3-FF1ED24A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F2062"/>
    <w:pPr>
      <w:spacing w:after="0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414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41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414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4414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Cs/>
      <w:color w:val="337148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4414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37148" w:themeColor="accent1"/>
      <w:u w:val="single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44142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9382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8C77F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C77F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337148" w:themeColor="accent1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C77F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41425"/>
    <w:rPr>
      <w:rFonts w:asciiTheme="majorHAnsi" w:eastAsiaTheme="majorEastAsia" w:hAnsiTheme="majorHAnsi" w:cstheme="majorBidi"/>
      <w:b/>
      <w:bCs/>
      <w:color w:val="000000" w:themeColor="text1"/>
      <w:sz w:val="24"/>
      <w:szCs w:val="28"/>
    </w:rPr>
  </w:style>
  <w:style w:type="paragraph" w:styleId="Listenabsatz">
    <w:name w:val="List Paragraph"/>
    <w:basedOn w:val="Standard"/>
    <w:uiPriority w:val="34"/>
    <w:rsid w:val="008C77F1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441425"/>
    <w:rPr>
      <w:rFonts w:asciiTheme="majorHAnsi" w:eastAsiaTheme="majorEastAsia" w:hAnsiTheme="majorHAnsi" w:cstheme="majorBidi"/>
      <w:b/>
      <w:bCs/>
      <w:color w:val="000000" w:themeColor="text1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1425"/>
    <w:rPr>
      <w:rFonts w:asciiTheme="majorHAnsi" w:eastAsiaTheme="majorEastAsia" w:hAnsiTheme="majorHAnsi" w:cstheme="majorBidi"/>
      <w:b/>
      <w:bCs/>
      <w:color w:val="000000" w:themeColor="tex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1425"/>
    <w:rPr>
      <w:rFonts w:asciiTheme="majorHAnsi" w:eastAsiaTheme="majorEastAsia" w:hAnsiTheme="majorHAnsi" w:cstheme="majorBidi"/>
      <w:b/>
      <w:bCs/>
      <w:iCs/>
      <w:color w:val="337148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441425"/>
    <w:rPr>
      <w:rFonts w:asciiTheme="majorHAnsi" w:eastAsiaTheme="majorEastAsia" w:hAnsiTheme="majorHAnsi" w:cstheme="majorBidi"/>
      <w:color w:val="337148" w:themeColor="accent1"/>
      <w:sz w:val="20"/>
      <w:u w:val="singl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41425"/>
    <w:rPr>
      <w:rFonts w:asciiTheme="majorHAnsi" w:eastAsiaTheme="majorEastAsia" w:hAnsiTheme="majorHAnsi" w:cstheme="majorBidi"/>
      <w:i/>
      <w:iCs/>
      <w:color w:val="193823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8C77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8C77F1"/>
    <w:rPr>
      <w:rFonts w:asciiTheme="majorHAnsi" w:eastAsiaTheme="majorEastAsia" w:hAnsiTheme="majorHAnsi" w:cstheme="majorBidi"/>
      <w:color w:val="337148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8C77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rsid w:val="00441425"/>
    <w:pPr>
      <w:spacing w:line="240" w:lineRule="auto"/>
    </w:pPr>
    <w:rPr>
      <w:b/>
      <w:bCs/>
      <w:color w:val="000000" w:themeColor="tex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rsid w:val="00441425"/>
    <w:pPr>
      <w:pBdr>
        <w:bottom w:val="single" w:sz="8" w:space="4" w:color="337148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37148" w:themeColor="accent1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41425"/>
    <w:rPr>
      <w:rFonts w:asciiTheme="majorHAnsi" w:eastAsiaTheme="majorEastAsia" w:hAnsiTheme="majorHAnsi" w:cstheme="majorBidi"/>
      <w:color w:val="337148" w:themeColor="accent1"/>
      <w:spacing w:val="5"/>
      <w:kern w:val="28"/>
      <w:sz w:val="36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rsid w:val="00441425"/>
    <w:pPr>
      <w:numPr>
        <w:ilvl w:val="1"/>
      </w:numPr>
    </w:pPr>
    <w:rPr>
      <w:rFonts w:asciiTheme="majorHAnsi" w:eastAsiaTheme="majorEastAsia" w:hAnsiTheme="majorHAnsi" w:cstheme="majorBidi"/>
      <w:i/>
      <w:iCs/>
      <w:color w:val="337148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41425"/>
    <w:rPr>
      <w:rFonts w:asciiTheme="majorHAnsi" w:eastAsiaTheme="majorEastAsia" w:hAnsiTheme="majorHAnsi" w:cstheme="majorBidi"/>
      <w:i/>
      <w:iCs/>
      <w:color w:val="337148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8C77F1"/>
    <w:rPr>
      <w:b/>
      <w:bCs/>
    </w:rPr>
  </w:style>
  <w:style w:type="character" w:styleId="Hervorhebung">
    <w:name w:val="Emphasis"/>
    <w:basedOn w:val="Absatz-Standardschriftart"/>
    <w:uiPriority w:val="20"/>
    <w:rsid w:val="008C77F1"/>
    <w:rPr>
      <w:i/>
      <w:iCs/>
    </w:rPr>
  </w:style>
  <w:style w:type="paragraph" w:styleId="KeinLeerraum">
    <w:name w:val="No Spacing"/>
    <w:link w:val="KeinLeerraumZchn"/>
    <w:qFormat/>
    <w:rsid w:val="00441425"/>
    <w:pPr>
      <w:spacing w:after="0" w:line="240" w:lineRule="auto"/>
    </w:pPr>
    <w:rPr>
      <w:sz w:val="20"/>
    </w:rPr>
  </w:style>
  <w:style w:type="character" w:customStyle="1" w:styleId="KeinLeerraumZchn">
    <w:name w:val="Kein Leerraum Zchn"/>
    <w:basedOn w:val="Absatz-Standardschriftart"/>
    <w:link w:val="KeinLeerraum"/>
    <w:rsid w:val="00441425"/>
    <w:rPr>
      <w:sz w:val="20"/>
    </w:rPr>
  </w:style>
  <w:style w:type="paragraph" w:styleId="Zitat">
    <w:name w:val="Quote"/>
    <w:basedOn w:val="Standard"/>
    <w:next w:val="Standard"/>
    <w:link w:val="ZitatZchn"/>
    <w:uiPriority w:val="29"/>
    <w:rsid w:val="008C77F1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8C77F1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8C77F1"/>
    <w:pPr>
      <w:pBdr>
        <w:bottom w:val="single" w:sz="4" w:space="4" w:color="337148" w:themeColor="accent1"/>
      </w:pBdr>
      <w:spacing w:before="200" w:after="280"/>
      <w:ind w:left="936" w:right="936"/>
    </w:pPr>
    <w:rPr>
      <w:b/>
      <w:bCs/>
      <w:i/>
      <w:iCs/>
      <w:color w:val="337148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C77F1"/>
    <w:rPr>
      <w:b/>
      <w:bCs/>
      <w:i/>
      <w:iCs/>
      <w:color w:val="337148" w:themeColor="accent1"/>
    </w:rPr>
  </w:style>
  <w:style w:type="character" w:styleId="SchwacheHervorhebung">
    <w:name w:val="Subtle Emphasis"/>
    <w:basedOn w:val="Absatz-Standardschriftart"/>
    <w:uiPriority w:val="19"/>
    <w:rsid w:val="008C77F1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rsid w:val="00441425"/>
    <w:rPr>
      <w:b/>
      <w:bCs/>
      <w:i/>
      <w:iCs/>
      <w:color w:val="000000" w:themeColor="text1"/>
    </w:rPr>
  </w:style>
  <w:style w:type="character" w:styleId="SchwacherVerweis">
    <w:name w:val="Subtle Reference"/>
    <w:basedOn w:val="Absatz-Standardschriftart"/>
    <w:uiPriority w:val="31"/>
    <w:rsid w:val="008C77F1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8C77F1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8C77F1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C77F1"/>
    <w:pPr>
      <w:outlineLvl w:val="9"/>
    </w:pPr>
  </w:style>
  <w:style w:type="paragraph" w:styleId="Fuzeile">
    <w:name w:val="footer"/>
    <w:basedOn w:val="Standard"/>
    <w:link w:val="FuzeileZchn"/>
    <w:uiPriority w:val="99"/>
    <w:unhideWhenUsed/>
    <w:rsid w:val="00E030FF"/>
    <w:pPr>
      <w:tabs>
        <w:tab w:val="center" w:pos="4536"/>
        <w:tab w:val="right" w:pos="9639"/>
      </w:tabs>
      <w:spacing w:line="240" w:lineRule="auto"/>
    </w:pPr>
    <w:rPr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030FF"/>
    <w:rPr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304BC9"/>
    <w:rPr>
      <w:vanish/>
      <w:color w:val="7F7F7F" w:themeColor="text1" w:themeTint="80"/>
    </w:rPr>
  </w:style>
  <w:style w:type="paragraph" w:customStyle="1" w:styleId="Absenderzeile">
    <w:name w:val="Absenderzeile"/>
    <w:basedOn w:val="Standard"/>
    <w:next w:val="Standard"/>
    <w:qFormat/>
    <w:rsid w:val="00502C86"/>
    <w:pPr>
      <w:spacing w:after="180"/>
    </w:pPr>
    <w:rPr>
      <w:sz w:val="14"/>
      <w:u w:val="single"/>
    </w:rPr>
  </w:style>
  <w:style w:type="paragraph" w:styleId="Aufzhlungszeichen">
    <w:name w:val="List Bullet"/>
    <w:basedOn w:val="Standard"/>
    <w:uiPriority w:val="99"/>
    <w:unhideWhenUsed/>
    <w:qFormat/>
    <w:rsid w:val="002D5F5A"/>
    <w:pPr>
      <w:numPr>
        <w:numId w:val="14"/>
      </w:numPr>
      <w:contextualSpacing/>
    </w:pPr>
  </w:style>
  <w:style w:type="paragraph" w:styleId="Listennummer">
    <w:name w:val="List Number"/>
    <w:basedOn w:val="Standard"/>
    <w:uiPriority w:val="99"/>
    <w:unhideWhenUsed/>
    <w:qFormat/>
    <w:rsid w:val="002D5F5A"/>
    <w:pPr>
      <w:numPr>
        <w:numId w:val="9"/>
      </w:numPr>
      <w:tabs>
        <w:tab w:val="clear" w:pos="360"/>
        <w:tab w:val="left" w:pos="284"/>
      </w:tabs>
      <w:ind w:left="425" w:hanging="425"/>
      <w:contextualSpacing/>
    </w:pPr>
  </w:style>
  <w:style w:type="numbering" w:customStyle="1" w:styleId="Aufzhlung">
    <w:name w:val="Aufzählung"/>
    <w:uiPriority w:val="99"/>
    <w:rsid w:val="002D5F5A"/>
    <w:pPr>
      <w:numPr>
        <w:numId w:val="15"/>
      </w:numPr>
    </w:pPr>
  </w:style>
  <w:style w:type="paragraph" w:styleId="Kopfzeile">
    <w:name w:val="header"/>
    <w:basedOn w:val="Standard"/>
    <w:link w:val="KopfzeileZchn"/>
    <w:uiPriority w:val="99"/>
    <w:unhideWhenUsed/>
    <w:rsid w:val="002D5F5A"/>
    <w:pPr>
      <w:tabs>
        <w:tab w:val="center" w:pos="4536"/>
        <w:tab w:val="right" w:pos="9072"/>
      </w:tabs>
      <w:spacing w:line="240" w:lineRule="auto"/>
    </w:pPr>
  </w:style>
  <w:style w:type="paragraph" w:styleId="Aufzhlungszeichen2">
    <w:name w:val="List Bullet 2"/>
    <w:basedOn w:val="Standard"/>
    <w:uiPriority w:val="99"/>
    <w:unhideWhenUsed/>
    <w:rsid w:val="002D5F5A"/>
    <w:pPr>
      <w:numPr>
        <w:ilvl w:val="1"/>
        <w:numId w:val="14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2D5F5A"/>
    <w:pPr>
      <w:numPr>
        <w:ilvl w:val="2"/>
        <w:numId w:val="14"/>
      </w:numPr>
      <w:contextualSpacing/>
    </w:pPr>
  </w:style>
  <w:style w:type="character" w:customStyle="1" w:styleId="KopfzeileZchn">
    <w:name w:val="Kopfzeile Zchn"/>
    <w:basedOn w:val="Absatz-Standardschriftart"/>
    <w:link w:val="Kopfzeile"/>
    <w:uiPriority w:val="99"/>
    <w:rsid w:val="002D5F5A"/>
    <w:rPr>
      <w:sz w:val="20"/>
    </w:rPr>
  </w:style>
  <w:style w:type="table" w:styleId="Tabellenraster">
    <w:name w:val="Table Grid"/>
    <w:basedOn w:val="NormaleTabelle"/>
    <w:uiPriority w:val="59"/>
    <w:rsid w:val="008B0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next w:val="Standard"/>
    <w:qFormat/>
    <w:rsid w:val="00F66F9E"/>
    <w:pPr>
      <w:spacing w:before="560" w:after="260"/>
    </w:pPr>
    <w:rPr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2E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2EFD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2D3662"/>
  </w:style>
  <w:style w:type="paragraph" w:styleId="Verzeichnis2">
    <w:name w:val="toc 2"/>
    <w:basedOn w:val="Standard"/>
    <w:next w:val="Standard"/>
    <w:autoRedefine/>
    <w:uiPriority w:val="39"/>
    <w:unhideWhenUsed/>
    <w:rsid w:val="002D3662"/>
    <w:pPr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2D3662"/>
    <w:pPr>
      <w:ind w:left="400"/>
    </w:pPr>
  </w:style>
  <w:style w:type="paragraph" w:styleId="Verzeichnis4">
    <w:name w:val="toc 4"/>
    <w:basedOn w:val="Standard"/>
    <w:next w:val="Standard"/>
    <w:autoRedefine/>
    <w:uiPriority w:val="39"/>
    <w:unhideWhenUsed/>
    <w:rsid w:val="002D3662"/>
    <w:pPr>
      <w:ind w:left="600"/>
    </w:pPr>
  </w:style>
  <w:style w:type="paragraph" w:styleId="Verzeichnis5">
    <w:name w:val="toc 5"/>
    <w:basedOn w:val="Standard"/>
    <w:next w:val="Standard"/>
    <w:autoRedefine/>
    <w:uiPriority w:val="39"/>
    <w:unhideWhenUsed/>
    <w:rsid w:val="002D3662"/>
    <w:pPr>
      <w:ind w:left="800"/>
    </w:pPr>
  </w:style>
  <w:style w:type="paragraph" w:styleId="Verzeichnis6">
    <w:name w:val="toc 6"/>
    <w:basedOn w:val="Standard"/>
    <w:next w:val="Standard"/>
    <w:autoRedefine/>
    <w:uiPriority w:val="39"/>
    <w:unhideWhenUsed/>
    <w:rsid w:val="002D3662"/>
    <w:pPr>
      <w:ind w:left="1000"/>
    </w:pPr>
  </w:style>
  <w:style w:type="paragraph" w:styleId="Verzeichnis7">
    <w:name w:val="toc 7"/>
    <w:basedOn w:val="Standard"/>
    <w:next w:val="Standard"/>
    <w:autoRedefine/>
    <w:uiPriority w:val="39"/>
    <w:unhideWhenUsed/>
    <w:rsid w:val="002D3662"/>
    <w:pPr>
      <w:ind w:left="1200"/>
    </w:pPr>
  </w:style>
  <w:style w:type="paragraph" w:styleId="Verzeichnis8">
    <w:name w:val="toc 8"/>
    <w:basedOn w:val="Standard"/>
    <w:next w:val="Standard"/>
    <w:autoRedefine/>
    <w:uiPriority w:val="39"/>
    <w:unhideWhenUsed/>
    <w:rsid w:val="002D3662"/>
    <w:pPr>
      <w:ind w:left="1400"/>
    </w:pPr>
  </w:style>
  <w:style w:type="paragraph" w:styleId="Verzeichnis9">
    <w:name w:val="toc 9"/>
    <w:basedOn w:val="Standard"/>
    <w:next w:val="Standard"/>
    <w:autoRedefine/>
    <w:uiPriority w:val="39"/>
    <w:unhideWhenUsed/>
    <w:rsid w:val="002D3662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0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&#252;ndler\Dropbox\Vorstand%20Club%20100\Briefschaften_Logos\Club%20100_Brief.dotx" TargetMode="External"/></Relationships>
</file>

<file path=word/theme/theme1.xml><?xml version="1.0" encoding="utf-8"?>
<a:theme xmlns:a="http://schemas.openxmlformats.org/drawingml/2006/main" name="Larissa">
  <a:themeElements>
    <a:clrScheme name="Golf Emmental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337148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754D8A-1CEA-44C2-BBDD-AF72B970C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Club 100_Brief</Template>
  <TotalTime>0</TotalTime>
  <Pages>1</Pages>
  <Words>112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aDue IT GmbH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Bründler</dc:creator>
  <cp:lastModifiedBy>Salomé Garbely</cp:lastModifiedBy>
  <cp:revision>3</cp:revision>
  <cp:lastPrinted>2020-05-29T15:39:00Z</cp:lastPrinted>
  <dcterms:created xsi:type="dcterms:W3CDTF">2020-05-29T19:03:00Z</dcterms:created>
  <dcterms:modified xsi:type="dcterms:W3CDTF">2020-05-29T19:03:00Z</dcterms:modified>
</cp:coreProperties>
</file>